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F6C55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F6C55" w:rsidP="001F6C5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1F6C55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1F6C5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D176E">
              <w:rPr>
                <w:rFonts w:ascii="Arial" w:hAnsi="Arial" w:cs="Arial"/>
                <w:noProof/>
                <w:sz w:val="18"/>
                <w:szCs w:val="18"/>
              </w:rPr>
              <w:t>Wednesday, 5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1F6C5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9D176E" w:rsidP="009D1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Witnessed numbness/pins and needles over right side of face with difficulty in swallowing. Fluids dropped from R side of her lips. No R sided weakness, no nystagmus, no visual issues and no ataxia. Symptoms resolved 24 hours after admission.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4043045</wp:posOffset>
                      </wp:positionH>
                      <wp:positionV relativeFrom="paragraph">
                        <wp:posOffset>1917700</wp:posOffset>
                      </wp:positionV>
                      <wp:extent cx="136525" cy="887095"/>
                      <wp:effectExtent l="19685" t="58420" r="15240" b="6413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887095"/>
                              </a:xfrm>
                              <a:custGeom>
                                <a:avLst/>
                                <a:gdLst>
                                  <a:gd name="T0" fmla="*/ 215 w 215"/>
                                  <a:gd name="T1" fmla="*/ 0 h 1397"/>
                                  <a:gd name="T2" fmla="*/ 54 w 215"/>
                                  <a:gd name="T3" fmla="*/ 570 h 1397"/>
                                  <a:gd name="T4" fmla="*/ 0 w 215"/>
                                  <a:gd name="T5" fmla="*/ 1397 h 1397"/>
                                  <a:gd name="T6" fmla="*/ 161 w 215"/>
                                  <a:gd name="T7" fmla="*/ 709 h 1397"/>
                                  <a:gd name="T8" fmla="*/ 215 w 215"/>
                                  <a:gd name="T9" fmla="*/ 0 h 1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5" h="1397">
                                    <a:moveTo>
                                      <a:pt x="215" y="0"/>
                                    </a:moveTo>
                                    <a:lnTo>
                                      <a:pt x="54" y="570"/>
                                    </a:lnTo>
                                    <a:lnTo>
                                      <a:pt x="0" y="1397"/>
                                    </a:lnTo>
                                    <a:lnTo>
                                      <a:pt x="161" y="709"/>
                                    </a:lnTo>
                                    <a:lnTo>
                                      <a:pt x="215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2F66D" id="Freeform 489" o:spid="_x0000_s1026" alt="Granite" style="position:absolute;margin-left:318.35pt;margin-top:151pt;width:10.75pt;height:69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,13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" path="m215,l54,570,,1397,161,709,215,xe">
                      <v:fill r:id="rId7" o:title="Granite" recolor="t" type="tile"/>
                      <v:path arrowok="t" o:connecttype="custom" o:connectlocs="136525,0;34290,361950;0,887095;102235,450215;136525,0" o:connectangles="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D176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D176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D176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D176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D176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D176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D176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D176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D176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D176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D17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D17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D176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D176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D17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D17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403FCF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9D176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6C6DE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9D176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A1704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90682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766B8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A95C7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D176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9D176E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9D176E">
              <w:rPr>
                <w:rFonts w:ascii="Arial" w:hAnsi="Arial" w:cs="Arial"/>
                <w:sz w:val="18"/>
                <w:szCs w:val="20"/>
              </w:rPr>
              <w:t xml:space="preserve"> Mild thickening of the intima-media layer in the distal CCA (1.1mm). Elevated velocities in the ECA however no atheroma or stenosis visualised.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9D176E">
              <w:rPr>
                <w:rFonts w:ascii="Arial" w:hAnsi="Arial"/>
                <w:bCs/>
                <w:sz w:val="18"/>
                <w:szCs w:val="18"/>
              </w:rPr>
              <w:t xml:space="preserve"> No thickening of the intima-media layer. Normal subclavian flow.</w:t>
            </w:r>
          </w:p>
          <w:p w:rsidR="009D176E" w:rsidRPr="00BE67C6" w:rsidRDefault="009D176E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9D176E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76E" w:rsidRDefault="009D176E">
      <w:r>
        <w:separator/>
      </w:r>
    </w:p>
  </w:endnote>
  <w:endnote w:type="continuationSeparator" w:id="0">
    <w:p w:rsidR="009D176E" w:rsidRDefault="009D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76E" w:rsidRDefault="009D176E">
      <w:r>
        <w:separator/>
      </w:r>
    </w:p>
  </w:footnote>
  <w:footnote w:type="continuationSeparator" w:id="0">
    <w:p w:rsidR="009D176E" w:rsidRDefault="009D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9D176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6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1F6C55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02A7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176E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9BA4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139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2020-08-07T08:59:00Z</dcterms:created>
  <dcterms:modified xsi:type="dcterms:W3CDTF">2020-08-07T08:59:00Z</dcterms:modified>
</cp:coreProperties>
</file>